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F84" w:rsidRPr="001A40E2" w:rsidRDefault="00616833" w:rsidP="00F86F84">
      <w:pPr>
        <w:spacing w:after="180"/>
        <w:rPr>
          <w:b/>
          <w:sz w:val="44"/>
          <w:szCs w:val="44"/>
        </w:rPr>
      </w:pPr>
      <w:r w:rsidRPr="00616833">
        <w:rPr>
          <w:b/>
          <w:sz w:val="44"/>
          <w:szCs w:val="44"/>
        </w:rPr>
        <w:t>Oscilloscope graph</w:t>
      </w:r>
    </w:p>
    <w:p w:rsidR="00F86F84" w:rsidRDefault="00F86F84" w:rsidP="00F86F84">
      <w:pPr>
        <w:spacing w:after="180"/>
      </w:pPr>
    </w:p>
    <w:p w:rsidR="00616833" w:rsidRPr="00616833" w:rsidRDefault="00616833" w:rsidP="00616833">
      <w:pPr>
        <w:spacing w:line="276" w:lineRule="auto"/>
      </w:pPr>
      <w:r w:rsidRPr="00616833">
        <w:rPr>
          <w:lang w:val="en-US"/>
        </w:rPr>
        <w:t>An oscilloscope and a microphone can be used to make a graph of a sound wave.</w:t>
      </w:r>
    </w:p>
    <w:p w:rsidR="00616833" w:rsidRPr="00616833" w:rsidRDefault="00616833" w:rsidP="00616833">
      <w:pPr>
        <w:spacing w:after="240"/>
      </w:pPr>
      <w:r w:rsidRPr="00616833">
        <w:rPr>
          <w:lang w:val="en-US"/>
        </w:rPr>
        <w:t>The oscilloscope makes a displacement-time graph.</w:t>
      </w:r>
    </w:p>
    <w:p w:rsidR="00F86F84" w:rsidRPr="00616833" w:rsidRDefault="00616833" w:rsidP="00616833">
      <w:pPr>
        <w:spacing w:after="360"/>
        <w:jc w:val="center"/>
        <w:rPr>
          <w:iCs/>
          <w:szCs w:val="18"/>
          <w:lang w:val="en-US"/>
        </w:rPr>
      </w:pPr>
      <w:r>
        <w:rPr>
          <w:iCs/>
          <w:noProof/>
          <w:szCs w:val="18"/>
          <w:lang w:val="en-US"/>
        </w:rPr>
        <w:drawing>
          <wp:inline distT="0" distB="0" distL="0" distR="0" wp14:anchorId="5E09DA38">
            <wp:extent cx="5400000" cy="2310421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310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6833" w:rsidRDefault="00616833" w:rsidP="00616833">
      <w:pPr>
        <w:spacing w:after="240"/>
        <w:rPr>
          <w:iCs/>
          <w:sz w:val="28"/>
          <w:szCs w:val="18"/>
          <w:lang w:val="en-US"/>
        </w:rPr>
      </w:pPr>
      <w:r w:rsidRPr="00616833">
        <w:rPr>
          <w:iCs/>
          <w:sz w:val="28"/>
          <w:szCs w:val="18"/>
          <w:lang w:val="en-US"/>
        </w:rPr>
        <w:t xml:space="preserve">Use </w:t>
      </w:r>
      <w:r w:rsidRPr="00616833">
        <w:rPr>
          <w:i/>
          <w:iCs/>
          <w:sz w:val="28"/>
          <w:szCs w:val="18"/>
          <w:lang w:val="en-US"/>
        </w:rPr>
        <w:t>all</w:t>
      </w:r>
      <w:r w:rsidRPr="00616833">
        <w:rPr>
          <w:iCs/>
          <w:sz w:val="28"/>
          <w:szCs w:val="18"/>
          <w:lang w:val="en-US"/>
        </w:rPr>
        <w:t xml:space="preserve"> the statements to explain how a graph of a sound wave is made on an oscilloscope.</w:t>
      </w:r>
    </w:p>
    <w:p w:rsidR="00616833" w:rsidRPr="00616833" w:rsidRDefault="00616833" w:rsidP="00616833">
      <w:pPr>
        <w:spacing w:after="120"/>
        <w:rPr>
          <w:i/>
          <w:iCs/>
          <w:szCs w:val="18"/>
        </w:rPr>
      </w:pPr>
      <w:r w:rsidRPr="00616833">
        <w:rPr>
          <w:bCs/>
          <w:i/>
          <w:iCs/>
          <w:szCs w:val="18"/>
        </w:rPr>
        <w:t xml:space="preserve">Start with: </w:t>
      </w:r>
    </w:p>
    <w:p w:rsidR="00616833" w:rsidRPr="00616833" w:rsidRDefault="00616833" w:rsidP="00616833">
      <w:pPr>
        <w:spacing w:after="120"/>
        <w:rPr>
          <w:iCs/>
          <w:sz w:val="28"/>
          <w:szCs w:val="18"/>
        </w:rPr>
      </w:pPr>
      <w:r w:rsidRPr="00616833">
        <w:rPr>
          <w:iCs/>
          <w:sz w:val="28"/>
          <w:szCs w:val="18"/>
        </w:rPr>
        <w:t>Inside a microphone is a thin diaphragm that can move.</w:t>
      </w:r>
    </w:p>
    <w:p w:rsidR="00F86F84" w:rsidRPr="00201AC2" w:rsidRDefault="00F86F84" w:rsidP="00F86F84">
      <w:pPr>
        <w:spacing w:after="240"/>
        <w:rPr>
          <w:szCs w:val="18"/>
        </w:rPr>
      </w:pPr>
      <w:r w:rsidRPr="00774EEA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934B26" wp14:editId="4AB6D44F">
                <wp:simplePos x="0" y="0"/>
                <wp:positionH relativeFrom="column">
                  <wp:posOffset>-77638</wp:posOffset>
                </wp:positionH>
                <wp:positionV relativeFrom="paragraph">
                  <wp:posOffset>55892</wp:posOffset>
                </wp:positionV>
                <wp:extent cx="6096000" cy="2243521"/>
                <wp:effectExtent l="0" t="0" r="19050" b="23495"/>
                <wp:wrapNone/>
                <wp:docPr id="10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2243521"/>
                          <a:chOff x="0" y="0"/>
                          <a:chExt cx="8567508" cy="2983311"/>
                        </a:xfrm>
                      </wpg:grpSpPr>
                      <wps:wsp>
                        <wps:cNvPr id="11" name="TextBox 26"/>
                        <wps:cNvSpPr txBox="1"/>
                        <wps:spPr>
                          <a:xfrm>
                            <a:off x="0" y="0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774EEA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A negative p.d. is made when it moves the other way.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2" name="TextBox 29"/>
                        <wps:cNvSpPr txBox="1"/>
                        <wps:spPr>
                          <a:xfrm>
                            <a:off x="0" y="778437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616833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When it is on</w:t>
                              </w:r>
                              <w:r w:rsidR="00F85276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,</w:t>
                              </w: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 xml:space="preserve"> the dot moves across the screen at a steady speed.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3" name="TextBox 32"/>
                        <wps:cNvSpPr txBox="1"/>
                        <wps:spPr>
                          <a:xfrm>
                            <a:off x="0" y="1556874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616833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A soundwave can move it backwards and forwards.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4" name="TextBox 33"/>
                        <wps:cNvSpPr txBox="1"/>
                        <wps:spPr>
                          <a:xfrm>
                            <a:off x="0" y="2335311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616833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This makes the dot on the oscilloscope move up or down.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6" name="TextBox 42"/>
                        <wps:cNvSpPr txBox="1"/>
                        <wps:spPr>
                          <a:xfrm>
                            <a:off x="4427508" y="0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616833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A positive p.d. is made when it moves one way.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7" name="TextBox 43"/>
                        <wps:cNvSpPr txBox="1"/>
                        <wps:spPr>
                          <a:xfrm>
                            <a:off x="4427508" y="778437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616833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When it is off</w:t>
                              </w:r>
                              <w:r w:rsidR="00FA038C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,</w:t>
                              </w: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 xml:space="preserve"> a sound wave can only move the dot up or down.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8" name="TextBox 44"/>
                        <wps:cNvSpPr txBox="1"/>
                        <wps:spPr>
                          <a:xfrm>
                            <a:off x="4427508" y="1556874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616833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Changing the time-base changes the scale on the time axis.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9" name="TextBox 45"/>
                        <wps:cNvSpPr txBox="1"/>
                        <wps:spPr>
                          <a:xfrm>
                            <a:off x="4427508" y="2335311"/>
                            <a:ext cx="4140000" cy="648000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86F84" w:rsidRPr="00774EEA" w:rsidRDefault="00616833" w:rsidP="00F86F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16833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The time-base changes how quickly the dot moves across the screen.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934B26" id="Group 4" o:spid="_x0000_s1026" style="position:absolute;margin-left:-6.1pt;margin-top:4.4pt;width:480pt;height:176.65pt;z-index:251658240;mso-width-relative:margin;mso-height-relative:margin" coordsize="85675,2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7" type="#_x0000_t202" style="position:absolute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" fillcolor="#fafaea" strokecolor="#0f243e [1615]">
                  <v:textbox>
                    <w:txbxContent>
                      <w:p w:rsidR="00F86F84" w:rsidRPr="00774EEA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A negative p.d. is made when it moves the other way.</w:t>
                        </w:r>
                      </w:p>
                    </w:txbxContent>
                  </v:textbox>
                </v:shape>
                <v:shape id="TextBox 29" o:spid="_x0000_s1028" type="#_x0000_t202" style="position:absolute;top:7784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" fillcolor="#fafaea" strokecolor="#0f243e [1615]">
                  <v:textbox>
                    <w:txbxContent>
                      <w:p w:rsidR="00F86F84" w:rsidRPr="00616833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When it is on</w:t>
                        </w:r>
                        <w:r w:rsidR="00F85276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,</w:t>
                        </w: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 xml:space="preserve"> the dot moves across the screen at a steady speed.</w:t>
                        </w:r>
                      </w:p>
                    </w:txbxContent>
                  </v:textbox>
                </v:shape>
                <v:shape id="TextBox 32" o:spid="_x0000_s1029" type="#_x0000_t202" style="position:absolute;top:15568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" fillcolor="#fafaea" strokecolor="#0f243e [1615]">
                  <v:textbox>
                    <w:txbxContent>
                      <w:p w:rsidR="00F86F84" w:rsidRPr="00616833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A soundwave can move it backwards and forwards.</w:t>
                        </w:r>
                      </w:p>
                    </w:txbxContent>
                  </v:textbox>
                </v:shape>
                <v:shape id="TextBox 33" o:spid="_x0000_s1030" type="#_x0000_t202" style="position:absolute;top:23353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" fillcolor="#fafaea" strokecolor="#0f243e [1615]">
                  <v:textbox>
                    <w:txbxContent>
                      <w:p w:rsidR="00F86F84" w:rsidRPr="00616833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This makes the dot on the oscilloscope move up or down.</w:t>
                        </w:r>
                      </w:p>
                    </w:txbxContent>
                  </v:textbox>
                </v:shape>
                <v:shape id="TextBox 42" o:spid="_x0000_s1031" type="#_x0000_t202" style="position:absolute;left:44275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" fillcolor="#fafaea" strokecolor="#0f243e [1615]">
                  <v:textbox>
                    <w:txbxContent>
                      <w:p w:rsidR="00F86F84" w:rsidRPr="00616833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A positive p.d. is made when it moves one way.</w:t>
                        </w:r>
                      </w:p>
                    </w:txbxContent>
                  </v:textbox>
                </v:shape>
                <v:shape id="TextBox 43" o:spid="_x0000_s1032" type="#_x0000_t202" style="position:absolute;left:44275;top:7784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" fillcolor="#fafaea" strokecolor="#0f243e [1615]">
                  <v:textbox>
                    <w:txbxContent>
                      <w:p w:rsidR="00F86F84" w:rsidRPr="00616833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When it is off</w:t>
                        </w:r>
                        <w:r w:rsidR="00FA038C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,</w:t>
                        </w: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 xml:space="preserve"> a sound wave can only move the dot up or down.</w:t>
                        </w:r>
                      </w:p>
                    </w:txbxContent>
                  </v:textbox>
                </v:shape>
                <v:shape id="TextBox 44" o:spid="_x0000_s1033" type="#_x0000_t202" style="position:absolute;left:44275;top:15568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" fillcolor="#fafaea" strokecolor="#0f243e [1615]">
                  <v:textbox>
                    <w:txbxContent>
                      <w:p w:rsidR="00F86F84" w:rsidRPr="00616833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Changing the time-base changes the scale on the time axis.</w:t>
                        </w:r>
                      </w:p>
                    </w:txbxContent>
                  </v:textbox>
                </v:shape>
                <v:shape id="TextBox 45" o:spid="_x0000_s1034" type="#_x0000_t202" style="position:absolute;left:44275;top:23353;width:41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" fillcolor="#fafaea" strokecolor="#0f243e [1615]">
                  <v:textbox>
                    <w:txbxContent>
                      <w:p w:rsidR="00F86F84" w:rsidRPr="00774EEA" w:rsidRDefault="00616833" w:rsidP="00F86F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16833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The time-base changes how quickly the dot moves across the screen.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40"/>
        <w:rPr>
          <w:szCs w:val="1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6F84" w:rsidRPr="00616833" w:rsidRDefault="00432C0C" w:rsidP="00616833">
      <w:pPr>
        <w:spacing w:after="360"/>
        <w:jc w:val="center"/>
        <w:rPr>
          <w:sz w:val="32"/>
          <w:szCs w:val="28"/>
        </w:rPr>
      </w:pPr>
      <w:r>
        <w:rPr>
          <w:noProof/>
          <w:sz w:val="32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372212</wp:posOffset>
                </wp:positionV>
                <wp:extent cx="6097905" cy="3559530"/>
                <wp:effectExtent l="0" t="0" r="17145" b="222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905" cy="3559530"/>
                          <a:chOff x="0" y="-14630"/>
                          <a:chExt cx="6097905" cy="3559530"/>
                        </a:xfrm>
                      </wpg:grpSpPr>
                      <wpg:grpSp>
                        <wpg:cNvPr id="54" name="Group 54"/>
                        <wpg:cNvGrpSpPr/>
                        <wpg:grpSpPr>
                          <a:xfrm>
                            <a:off x="0" y="738835"/>
                            <a:ext cx="6097905" cy="2806065"/>
                            <a:chOff x="0" y="0"/>
                            <a:chExt cx="6098348" cy="2806190"/>
                          </a:xfrm>
                        </wpg:grpSpPr>
                        <wps:wsp>
                          <wps:cNvPr id="22" name="TextBox 26"/>
                          <wps:cNvSpPr txBox="1"/>
                          <wps:spPr>
                            <a:xfrm>
                              <a:off x="0" y="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A negative p.d. is made when it moves the other way.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3" name="TextBox 29"/>
                          <wps:cNvSpPr txBox="1"/>
                          <wps:spPr>
                            <a:xfrm>
                              <a:off x="0" y="73697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When it is on</w:t>
                                </w:r>
                                <w:r w:rsidR="00F85276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,</w:t>
                                </w: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 xml:space="preserve"> the dot moves across the screen at a steady speed.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TextBox 32"/>
                          <wps:cNvSpPr txBox="1"/>
                          <wps:spPr>
                            <a:xfrm>
                              <a:off x="0" y="146031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A soundwave can move it backwards and forwards.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TextBox 33"/>
                          <wps:cNvSpPr txBox="1"/>
                          <wps:spPr>
                            <a:xfrm>
                              <a:off x="0" y="219728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This makes the dot on the oscilloscope move up or down.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8" name="TextBox 42"/>
                          <wps:cNvSpPr txBox="1"/>
                          <wps:spPr>
                            <a:xfrm>
                              <a:off x="3152633" y="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A positive p.d. is made when it moves one way.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9" name="TextBox 43"/>
                          <wps:cNvSpPr txBox="1"/>
                          <wps:spPr>
                            <a:xfrm>
                              <a:off x="3152633" y="73697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When it is off</w:t>
                                </w:r>
                                <w:r w:rsidR="00FA038C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,</w:t>
                                </w: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 xml:space="preserve"> a sound wave can only move the dot up or down.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1" name="TextBox 44"/>
                          <wps:cNvSpPr txBox="1"/>
                          <wps:spPr>
                            <a:xfrm>
                              <a:off x="3152633" y="146031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Changing the time-base changes the scale on the time axis.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2" name="TextBox 45"/>
                          <wps:cNvSpPr txBox="1"/>
                          <wps:spPr>
                            <a:xfrm>
                              <a:off x="3152633" y="219728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F86F84" w:rsidRPr="00A075D2" w:rsidRDefault="00616833" w:rsidP="00F86F8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The time-base changes how quickly the dot moves across the screen.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" name="TextBox 26"/>
                        <wps:cNvSpPr txBox="1"/>
                        <wps:spPr>
                          <a:xfrm>
                            <a:off x="0" y="-14630"/>
                            <a:ext cx="2945501" cy="6088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432C0C" w:rsidRPr="00A075D2" w:rsidRDefault="00432C0C" w:rsidP="00432C0C">
                              <w:pPr>
                                <w:pStyle w:val="NormalWeb"/>
                                <w:spacing w:before="0" w:beforeAutospacing="0" w:after="0" w:afterAutospacing="0"/>
                                <w:ind w:left="-142" w:hanging="284"/>
                                <w:jc w:val="center"/>
                              </w:pPr>
                              <w:r w:rsidRPr="00432C0C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1.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 xml:space="preserve"> </w:t>
                              </w:r>
                              <w:r w:rsidRPr="00432C0C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Inside a microphone is a thin diaphragm that can move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35" style="position:absolute;left:0;text-align:left;margin-left:0;margin-top:29.3pt;width:480.15pt;height:280.3pt;z-index:251666432;mso-position-horizontal:center;mso-position-horizontal-relative:margin;mso-height-relative:margin" coordorigin=",-146" coordsize="60979,35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">
                <v:group id="Group 54" o:spid="_x0000_s1036" style="position:absolute;top:7388;width:60979;height:28061" coordsize="60983,2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TextBox 26" o:spid="_x0000_s1037" type="#_x0000_t202" style="position:absolute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A negative p.d. is made when it moves the other way.</w:t>
                          </w:r>
                        </w:p>
                      </w:txbxContent>
                    </v:textbox>
                  </v:shape>
                  <v:shape id="TextBox 29" o:spid="_x0000_s1038" type="#_x0000_t202" style="position:absolute;top:7369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When it is on</w:t>
                          </w:r>
                          <w:r w:rsidR="00F85276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,</w:t>
                          </w: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 xml:space="preserve"> the dot moves across the screen at a steady speed.</w:t>
                          </w:r>
                        </w:p>
                      </w:txbxContent>
                    </v:textbox>
                  </v:shape>
                  <v:shape id="TextBox 32" o:spid="_x0000_s1039" type="#_x0000_t202" style="position:absolute;top:14603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A soundwave can move it backwards and forwards.</w:t>
                          </w:r>
                        </w:p>
                      </w:txbxContent>
                    </v:textbox>
                  </v:shape>
                  <v:shape id="TextBox 33" o:spid="_x0000_s1040" type="#_x0000_t202" style="position:absolute;top:21972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This makes the dot on the oscilloscope move up or down.</w:t>
                          </w:r>
                        </w:p>
                      </w:txbxContent>
                    </v:textbox>
                  </v:shape>
                  <v:shape id="TextBox 42" o:spid="_x0000_s1041" type="#_x0000_t202" style="position:absolute;left:31526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A positive p.d. is made when it moves one way.</w:t>
                          </w:r>
                        </w:p>
                      </w:txbxContent>
                    </v:textbox>
                  </v:shape>
                  <v:shape id="TextBox 43" o:spid="_x0000_s1042" type="#_x0000_t202" style="position:absolute;left:31526;top:7369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When it is off</w:t>
                          </w:r>
                          <w:r w:rsidR="00FA038C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,</w:t>
                          </w: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 xml:space="preserve"> a sound wave can only move the dot up or down.</w:t>
                          </w:r>
                        </w:p>
                      </w:txbxContent>
                    </v:textbox>
                  </v:shape>
                  <v:shape id="TextBox 44" o:spid="_x0000_s1043" type="#_x0000_t202" style="position:absolute;left:31526;top:14603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Changing the time-base changes the scale on the time axis.</w:t>
                          </w:r>
                        </w:p>
                      </w:txbxContent>
                    </v:textbox>
                  </v:shape>
                  <v:shape id="TextBox 45" o:spid="_x0000_s1044" type="#_x0000_t202" style="position:absolute;left:31526;top:21972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" filled="f" strokecolor="#0f243e [1615]">
                    <v:textbox>
                      <w:txbxContent>
                        <w:p w:rsidR="00F86F84" w:rsidRPr="00A075D2" w:rsidRDefault="00616833" w:rsidP="00F86F8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The time-base changes how quickly the dot moves across the screen.</w:t>
                          </w:r>
                        </w:p>
                      </w:txbxContent>
                    </v:textbox>
                  </v:shape>
                </v:group>
                <v:shape id="TextBox 26" o:spid="_x0000_s1045" type="#_x0000_t202" style="position:absolute;top:-146;width:29455;height:6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" filled="f" strokecolor="#0f243e [1615]">
                  <v:textbox>
                    <w:txbxContent>
                      <w:p w:rsidR="00432C0C" w:rsidRPr="00A075D2" w:rsidRDefault="00432C0C" w:rsidP="00432C0C">
                        <w:pPr>
                          <w:pStyle w:val="NormalWeb"/>
                          <w:spacing w:before="0" w:beforeAutospacing="0" w:after="0" w:afterAutospacing="0"/>
                          <w:ind w:left="-142" w:hanging="284"/>
                          <w:jc w:val="center"/>
                        </w:pPr>
                        <w:r w:rsidRPr="00432C0C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1.</w:t>
                        </w:r>
                        <w:r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 xml:space="preserve"> </w:t>
                        </w:r>
                        <w:r w:rsidRPr="00432C0C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Inside a microphone is a thin diaphragm that can move</w:t>
                        </w:r>
                        <w:r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86F84" w:rsidRPr="00616833">
        <w:rPr>
          <w:sz w:val="32"/>
          <w:szCs w:val="28"/>
        </w:rPr>
        <w:t xml:space="preserve">Explaining </w:t>
      </w:r>
      <w:r w:rsidR="00616833" w:rsidRPr="00616833">
        <w:rPr>
          <w:iCs/>
          <w:sz w:val="32"/>
          <w:szCs w:val="28"/>
          <w:lang w:val="en-US"/>
        </w:rPr>
        <w:t>an oscilloscope graph –</w:t>
      </w:r>
      <w:r w:rsidR="00F86F84" w:rsidRPr="00616833">
        <w:rPr>
          <w:sz w:val="32"/>
          <w:szCs w:val="28"/>
        </w:rPr>
        <w:t xml:space="preserve"> cards</w:t>
      </w:r>
    </w:p>
    <w:p w:rsidR="00F86F84" w:rsidRDefault="00F86F84" w:rsidP="00F86F84">
      <w:pPr>
        <w:spacing w:after="200" w:line="276" w:lineRule="auto"/>
        <w:rPr>
          <w:szCs w:val="1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</w:p>
    <w:p w:rsidR="00616833" w:rsidRDefault="00616833" w:rsidP="00F86F84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120"/>
        <w:jc w:val="center"/>
        <w:rPr>
          <w:sz w:val="32"/>
          <w:szCs w:val="28"/>
        </w:rPr>
      </w:pPr>
    </w:p>
    <w:p w:rsidR="00432C0C" w:rsidRPr="00616833" w:rsidRDefault="00432C0C" w:rsidP="00432C0C">
      <w:pPr>
        <w:spacing w:after="360"/>
        <w:jc w:val="center"/>
        <w:rPr>
          <w:sz w:val="32"/>
          <w:szCs w:val="28"/>
        </w:rPr>
      </w:pPr>
      <w:r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248952" wp14:editId="4CB4DA17">
                <wp:simplePos x="0" y="0"/>
                <wp:positionH relativeFrom="margin">
                  <wp:align>center</wp:align>
                </wp:positionH>
                <wp:positionV relativeFrom="paragraph">
                  <wp:posOffset>372212</wp:posOffset>
                </wp:positionV>
                <wp:extent cx="6097905" cy="3559530"/>
                <wp:effectExtent l="0" t="0" r="17145" b="222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905" cy="3559530"/>
                          <a:chOff x="0" y="-14630"/>
                          <a:chExt cx="6097905" cy="355953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0" y="738835"/>
                            <a:ext cx="6097905" cy="2806065"/>
                            <a:chOff x="0" y="0"/>
                            <a:chExt cx="6098348" cy="2806190"/>
                          </a:xfrm>
                        </wpg:grpSpPr>
                        <wps:wsp>
                          <wps:cNvPr id="20" name="TextBox 26"/>
                          <wps:cNvSpPr txBox="1"/>
                          <wps:spPr>
                            <a:xfrm>
                              <a:off x="0" y="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A negative p.d. is made when it moves the other way.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TextBox 29"/>
                          <wps:cNvSpPr txBox="1"/>
                          <wps:spPr>
                            <a:xfrm>
                              <a:off x="0" y="73697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When it is on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,</w:t>
                                </w: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 xml:space="preserve"> the dot moves across the screen at a steady speed.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7" name="TextBox 32"/>
                          <wps:cNvSpPr txBox="1"/>
                          <wps:spPr>
                            <a:xfrm>
                              <a:off x="0" y="146031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A soundwave can move it backwards and forwards.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0" name="TextBox 33"/>
                          <wps:cNvSpPr txBox="1"/>
                          <wps:spPr>
                            <a:xfrm>
                              <a:off x="0" y="219728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This makes the dot on the oscilloscope move up or down.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3" name="TextBox 42"/>
                          <wps:cNvSpPr txBox="1"/>
                          <wps:spPr>
                            <a:xfrm>
                              <a:off x="3152633" y="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A positive p.d. is made when it moves one way.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4" name="TextBox 43"/>
                          <wps:cNvSpPr txBox="1"/>
                          <wps:spPr>
                            <a:xfrm>
                              <a:off x="3152633" y="73697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When it is off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,</w:t>
                                </w: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 xml:space="preserve"> a sound wave can only move the dot up or down.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5" name="TextBox 44"/>
                          <wps:cNvSpPr txBox="1"/>
                          <wps:spPr>
                            <a:xfrm>
                              <a:off x="3152633" y="1460310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Changing the time-base changes the scale on the time axis.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36" name="TextBox 45"/>
                          <wps:cNvSpPr txBox="1"/>
                          <wps:spPr>
                            <a:xfrm>
                              <a:off x="3152633" y="2197289"/>
                              <a:ext cx="2945715" cy="608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432C0C" w:rsidRPr="00A075D2" w:rsidRDefault="00432C0C" w:rsidP="00432C0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 w:rsidRPr="00616833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</w:rPr>
                                  <w:t>The time-base changes how quickly the dot moves across the screen.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7" name="TextBox 26"/>
                        <wps:cNvSpPr txBox="1"/>
                        <wps:spPr>
                          <a:xfrm>
                            <a:off x="0" y="-14630"/>
                            <a:ext cx="2945501" cy="6088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432C0C" w:rsidRPr="00A075D2" w:rsidRDefault="00432C0C" w:rsidP="00432C0C">
                              <w:pPr>
                                <w:pStyle w:val="NormalWeb"/>
                                <w:spacing w:before="0" w:beforeAutospacing="0" w:after="0" w:afterAutospacing="0"/>
                                <w:ind w:left="-142" w:hanging="284"/>
                                <w:jc w:val="center"/>
                              </w:pPr>
                              <w:r w:rsidRPr="00432C0C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1.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 xml:space="preserve"> </w:t>
                              </w:r>
                              <w:r w:rsidRPr="00432C0C"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Inside a microphone is a thin diaphragm that can move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F243E" w:themeColor="text2" w:themeShade="80"/>
                                  <w:kern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248952" id="Group 8" o:spid="_x0000_s1046" style="position:absolute;left:0;text-align:left;margin-left:0;margin-top:29.3pt;width:480.15pt;height:280.3pt;z-index:251668480;mso-position-horizontal:center;mso-position-horizontal-relative:margin;mso-height-relative:margin" coordorigin=",-146" coordsize="60979,35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">
                <v:group id="Group 15" o:spid="_x0000_s1047" style="position:absolute;top:7388;width:60979;height:28061" coordsize="60983,2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Box 26" o:spid="_x0000_s1048" type="#_x0000_t202" style="position:absolute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A negative p.d. is made when it moves the other way.</w:t>
                          </w:r>
                        </w:p>
                      </w:txbxContent>
                    </v:textbox>
                  </v:shape>
                  <v:shape id="TextBox 29" o:spid="_x0000_s1049" type="#_x0000_t202" style="position:absolute;top:7369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When it is on</w:t>
                          </w:r>
                          <w:r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,</w:t>
                          </w: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 xml:space="preserve"> the dot moves across the screen at a steady speed.</w:t>
                          </w:r>
                        </w:p>
                      </w:txbxContent>
                    </v:textbox>
                  </v:shape>
                  <v:shape id="TextBox 32" o:spid="_x0000_s1050" type="#_x0000_t202" style="position:absolute;top:14603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A soundwave can move it backwards and forwards.</w:t>
                          </w:r>
                        </w:p>
                      </w:txbxContent>
                    </v:textbox>
                  </v:shape>
                  <v:shape id="TextBox 33" o:spid="_x0000_s1051" type="#_x0000_t202" style="position:absolute;top:21972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This makes the dot on the oscilloscope move up or down.</w:t>
                          </w:r>
                        </w:p>
                      </w:txbxContent>
                    </v:textbox>
                  </v:shape>
                  <v:shape id="TextBox 42" o:spid="_x0000_s1052" type="#_x0000_t202" style="position:absolute;left:31526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A positive p.d. is made when it moves one way.</w:t>
                          </w:r>
                        </w:p>
                      </w:txbxContent>
                    </v:textbox>
                  </v:shape>
                  <v:shape id="TextBox 43" o:spid="_x0000_s1053" type="#_x0000_t202" style="position:absolute;left:31526;top:7369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When it is off</w:t>
                          </w:r>
                          <w:r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,</w:t>
                          </w: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 xml:space="preserve"> a sound wave can only move the dot up or down.</w:t>
                          </w:r>
                        </w:p>
                      </w:txbxContent>
                    </v:textbox>
                  </v:shape>
                  <v:shape id="TextBox 44" o:spid="_x0000_s1054" type="#_x0000_t202" style="position:absolute;left:31526;top:14603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Changing the time-base changes the scale on the time axis.</w:t>
                          </w:r>
                        </w:p>
                      </w:txbxContent>
                    </v:textbox>
                  </v:shape>
                  <v:shape id="TextBox 45" o:spid="_x0000_s1055" type="#_x0000_t202" style="position:absolute;left:31526;top:21972;width:29457;height:6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" filled="f" strokecolor="#0f243e [1615]">
                    <v:textbox>
                      <w:txbxContent>
                        <w:p w:rsidR="00432C0C" w:rsidRPr="00A075D2" w:rsidRDefault="00432C0C" w:rsidP="00432C0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616833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</w:rPr>
                            <w:t>The time-base changes how quickly the dot moves across the screen.</w:t>
                          </w:r>
                        </w:p>
                      </w:txbxContent>
                    </v:textbox>
                  </v:shape>
                </v:group>
                <v:shape id="TextBox 26" o:spid="_x0000_s1056" type="#_x0000_t202" style="position:absolute;top:-146;width:29455;height:6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" filled="f" strokecolor="#0f243e [1615]">
                  <v:textbox>
                    <w:txbxContent>
                      <w:p w:rsidR="00432C0C" w:rsidRPr="00A075D2" w:rsidRDefault="00432C0C" w:rsidP="00432C0C">
                        <w:pPr>
                          <w:pStyle w:val="NormalWeb"/>
                          <w:spacing w:before="0" w:beforeAutospacing="0" w:after="0" w:afterAutospacing="0"/>
                          <w:ind w:left="-142" w:hanging="284"/>
                          <w:jc w:val="center"/>
                        </w:pPr>
                        <w:r w:rsidRPr="00432C0C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1.</w:t>
                        </w:r>
                        <w:r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 xml:space="preserve"> </w:t>
                        </w:r>
                        <w:r w:rsidRPr="00432C0C"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Inside a microphone is a thin diaphragm that can move</w:t>
                        </w:r>
                        <w:r>
                          <w:rPr>
                            <w:rFonts w:ascii="Verdana" w:eastAsia="Verdana" w:hAnsi="Verdana" w:cs="Verdana"/>
                            <w:color w:val="0F243E" w:themeColor="text2" w:themeShade="80"/>
                            <w:kern w:val="24"/>
                          </w:rPr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16833">
        <w:rPr>
          <w:sz w:val="32"/>
          <w:szCs w:val="28"/>
        </w:rPr>
        <w:t xml:space="preserve">Explaining </w:t>
      </w:r>
      <w:r w:rsidRPr="00616833">
        <w:rPr>
          <w:iCs/>
          <w:sz w:val="32"/>
          <w:szCs w:val="28"/>
          <w:lang w:val="en-US"/>
        </w:rPr>
        <w:t>an oscilloscope graph –</w:t>
      </w:r>
      <w:r w:rsidRPr="00616833">
        <w:rPr>
          <w:sz w:val="32"/>
          <w:szCs w:val="28"/>
        </w:rPr>
        <w:t xml:space="preserve"> cards</w:t>
      </w:r>
    </w:p>
    <w:p w:rsidR="00432C0C" w:rsidRDefault="00432C0C" w:rsidP="00432C0C">
      <w:pPr>
        <w:spacing w:after="200" w:line="276" w:lineRule="auto"/>
        <w:rPr>
          <w:szCs w:val="1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432C0C" w:rsidRDefault="00432C0C" w:rsidP="00432C0C">
      <w:pPr>
        <w:spacing w:after="200" w:line="276" w:lineRule="auto"/>
        <w:rPr>
          <w:sz w:val="28"/>
          <w:szCs w:val="28"/>
        </w:rPr>
      </w:pPr>
    </w:p>
    <w:p w:rsidR="00616833" w:rsidRDefault="00616833" w:rsidP="00616833">
      <w:pPr>
        <w:spacing w:after="200" w:line="276" w:lineRule="auto"/>
        <w:rPr>
          <w:sz w:val="28"/>
          <w:szCs w:val="28"/>
        </w:rPr>
      </w:pPr>
    </w:p>
    <w:p w:rsidR="00F86F84" w:rsidRPr="00201AC2" w:rsidRDefault="00F86F84" w:rsidP="00F86F84">
      <w:pPr>
        <w:spacing w:after="240"/>
        <w:rPr>
          <w:szCs w:val="18"/>
        </w:rPr>
        <w:sectPr w:rsidR="00F86F84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340A5A" w:rsidRPr="006F3279" w:rsidRDefault="00340A5A" w:rsidP="00340A5A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Pr="00E12FC0">
        <w:rPr>
          <w:i/>
          <w:sz w:val="18"/>
          <w:szCs w:val="18"/>
        </w:rPr>
        <w:t>PSL: Sound, light and waves &gt; Topic PSL5: Measuring waves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PSL5.1</w:t>
      </w:r>
      <w:r w:rsidRPr="00CA4B46">
        <w:rPr>
          <w:i/>
          <w:sz w:val="18"/>
          <w:szCs w:val="18"/>
        </w:rPr>
        <w:t xml:space="preserve">: </w:t>
      </w:r>
      <w:r w:rsidRPr="002B130A">
        <w:rPr>
          <w:i/>
          <w:sz w:val="18"/>
          <w:szCs w:val="18"/>
        </w:rPr>
        <w:t>Visualising waves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340A5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340A5A">
              <w:rPr>
                <w:b/>
                <w:sz w:val="40"/>
                <w:szCs w:val="40"/>
              </w:rPr>
              <w:t>Oscilloscope graph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40A5A" w:rsidTr="003F16F9">
        <w:trPr>
          <w:trHeight w:val="340"/>
        </w:trPr>
        <w:tc>
          <w:tcPr>
            <w:tcW w:w="2196" w:type="dxa"/>
          </w:tcPr>
          <w:p w:rsidR="00340A5A" w:rsidRDefault="00340A5A" w:rsidP="00340A5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340A5A" w:rsidRDefault="00340A5A" w:rsidP="00340A5A">
            <w:pPr>
              <w:spacing w:before="60" w:after="60"/>
            </w:pPr>
            <w:r w:rsidRPr="008D1E26">
              <w:t>The motion of particles in a wave can be represented by a displacement-distance or a displacement-time graph, from which the wave’s amplitude and wavelength or time period can be found.</w:t>
            </w:r>
          </w:p>
        </w:tc>
      </w:tr>
      <w:tr w:rsidR="00340A5A" w:rsidTr="003F16F9">
        <w:trPr>
          <w:trHeight w:val="340"/>
        </w:trPr>
        <w:tc>
          <w:tcPr>
            <w:tcW w:w="2196" w:type="dxa"/>
          </w:tcPr>
          <w:p w:rsidR="00340A5A" w:rsidRDefault="00340A5A" w:rsidP="00340A5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340A5A" w:rsidRPr="00A50C9C" w:rsidRDefault="00340A5A" w:rsidP="00340A5A">
            <w:pPr>
              <w:spacing w:before="60" w:after="60"/>
              <w:rPr>
                <w:b/>
              </w:rPr>
            </w:pPr>
            <w:r w:rsidRPr="009C2975">
              <w:t>Explain how a displacement-time graph relates to the wave it describes.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F86F84" w:rsidP="00755E81">
            <w:pPr>
              <w:spacing w:before="60" w:after="60"/>
            </w:pPr>
            <w:r>
              <w:t>Explanation story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340A5A" w:rsidP="00755E81">
            <w:pPr>
              <w:spacing w:before="60" w:after="60"/>
            </w:pPr>
            <w:r>
              <w:t>Displacement, time-base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340A5A">
        <w:rPr>
          <w:rFonts w:cstheme="minorHAnsi"/>
          <w:color w:val="222222"/>
          <w:shd w:val="clear" w:color="auto" w:fill="FFFFFF"/>
        </w:rPr>
        <w:t>ns:</w:t>
      </w:r>
    </w:p>
    <w:p w:rsidR="00B00348" w:rsidRPr="00340A5A" w:rsidRDefault="00B00348" w:rsidP="00B00348">
      <w:pPr>
        <w:pStyle w:val="ListParagraph"/>
        <w:numPr>
          <w:ilvl w:val="0"/>
          <w:numId w:val="1"/>
        </w:numPr>
        <w:spacing w:after="180"/>
      </w:pPr>
      <w:r w:rsidRPr="00340A5A">
        <w:t xml:space="preserve">Diagnostic </w:t>
      </w:r>
      <w:r w:rsidR="00BA75D4" w:rsidRPr="00340A5A">
        <w:t>question</w:t>
      </w:r>
      <w:r w:rsidRPr="00340A5A">
        <w:t xml:space="preserve">: </w:t>
      </w:r>
      <w:r w:rsidR="00340A5A" w:rsidRPr="00340A5A">
        <w:t>New wave graph</w:t>
      </w:r>
    </w:p>
    <w:p w:rsidR="00340A5A" w:rsidRPr="00A6111E" w:rsidRDefault="00340A5A" w:rsidP="00B00348">
      <w:pPr>
        <w:pStyle w:val="ListParagraph"/>
        <w:numPr>
          <w:ilvl w:val="0"/>
          <w:numId w:val="1"/>
        </w:numPr>
        <w:spacing w:after="180"/>
      </w:pPr>
      <w:r>
        <w:t>Diagnostic question: Sound graph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340A5A" w:rsidRDefault="00340A5A" w:rsidP="00340A5A">
      <w:pPr>
        <w:spacing w:after="160" w:line="259" w:lineRule="auto"/>
      </w:pPr>
      <w:r>
        <w:rPr>
          <w:b/>
          <w:noProof/>
          <w:color w:val="5F497A" w:themeColor="accent4" w:themeShade="BF"/>
          <w:sz w:val="24"/>
        </w:rPr>
        <w:drawing>
          <wp:anchor distT="0" distB="0" distL="114300" distR="114300" simplePos="0" relativeHeight="251663360" behindDoc="0" locked="0" layoutInCell="1" allowOverlap="1" wp14:anchorId="29FD9949" wp14:editId="00EE49EF">
            <wp:simplePos x="0" y="0"/>
            <wp:positionH relativeFrom="margin">
              <wp:align>right</wp:align>
            </wp:positionH>
            <wp:positionV relativeFrom="paragraph">
              <wp:posOffset>1299521</wp:posOffset>
            </wp:positionV>
            <wp:extent cx="3292615" cy="1871932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615" cy="18719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There are two common ways to represent a wave in the form of a graph </w:t>
      </w:r>
      <w:r>
        <w:fldChar w:fldCharType="begin"/>
      </w:r>
      <w:r>
        <w:instrText xml:space="preserve"> ADDIN EN.CITE &lt;EndNote&gt;&lt;Cite&gt;&lt;Author&gt;Caleon&lt;/Author&gt;&lt;Year&gt;2010&lt;/Year&gt;&lt;IDText&gt;So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Conceptions&lt;/IDText&gt;&lt;DisplayText&gt;(Caleon and Subramaniam, 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format="utc"&gt;1617184097&lt;/last-updated-date&gt;&lt;volume&gt;40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(Caleon and Subramaniam, 2010)</w:t>
      </w:r>
      <w:r>
        <w:fldChar w:fldCharType="end"/>
      </w:r>
      <w:r>
        <w:t xml:space="preserve">. </w:t>
      </w:r>
      <w:bookmarkStart w:id="0" w:name="_Hlk69287347"/>
      <w:r>
        <w:t>The first shows either a snapshot of a transverse wave, such as a wave on a rope, or the forwards and backwards displacement of particles in a longitudinal wave. The second graph shows how the displacement of one particle of a wave changes over time. On this graph the peak-to-peak separation on the graph is the time period of the wave.</w:t>
      </w:r>
      <w:bookmarkEnd w:id="0"/>
      <w:r>
        <w:t xml:space="preserve"> </w:t>
      </w:r>
      <w:proofErr w:type="spellStart"/>
      <w:r>
        <w:t>Caleon</w:t>
      </w:r>
      <w:proofErr w:type="spellEnd"/>
      <w:r>
        <w:t xml:space="preserve"> and Subramaniam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format="utc"&gt;1617184097&lt;/last-updated-date&gt;&lt;volume&gt;40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the majority of students aged 15 and 16 (n=598) do not clearly distinguish between these two representations.</w:t>
      </w:r>
    </w:p>
    <w:p w:rsidR="00340A5A" w:rsidRDefault="00340A5A" w:rsidP="00340A5A">
      <w:pPr>
        <w:spacing w:after="180"/>
      </w:pPr>
      <w:bookmarkStart w:id="1" w:name="_Hlk69291417"/>
      <w:r>
        <w:t xml:space="preserve">Some students may think of a wave’s graph as a picture of the wave drawn to scale, which in most cases it is not. This way of thinking about graphs of waves </w:t>
      </w:r>
      <w:r w:rsidR="000C204F">
        <w:t xml:space="preserve">can </w:t>
      </w:r>
      <w:bookmarkStart w:id="2" w:name="_GoBack"/>
      <w:bookmarkEnd w:id="2"/>
      <w:r>
        <w:t>get in the way of understanding graphs of longitudinal waves and of interpreting displacement-time graphs.</w:t>
      </w:r>
    </w:p>
    <w:bookmarkEnd w:id="1"/>
    <w:p w:rsidR="00340A5A" w:rsidRDefault="00340A5A" w:rsidP="00340A5A">
      <w:pPr>
        <w:spacing w:after="180"/>
        <w:rPr>
          <w:b/>
          <w:color w:val="5F497A" w:themeColor="accent4" w:themeShade="BF"/>
          <w:sz w:val="24"/>
        </w:rPr>
      </w:pPr>
    </w:p>
    <w:p w:rsidR="00340A5A" w:rsidRDefault="00340A5A" w:rsidP="00340A5A">
      <w:pPr>
        <w:spacing w:after="180"/>
        <w:rPr>
          <w:b/>
          <w:color w:val="5F497A" w:themeColor="accent4" w:themeShade="BF"/>
          <w:sz w:val="24"/>
        </w:rPr>
      </w:pP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F86F84" w:rsidRPr="00816065" w:rsidRDefault="00F86F84" w:rsidP="00F86F84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F86F84" w:rsidRPr="00816065" w:rsidRDefault="00F86F84" w:rsidP="00F86F84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340A5A" w:rsidRPr="00410718" w:rsidRDefault="00340A5A" w:rsidP="00340A5A">
      <w:pPr>
        <w:pStyle w:val="ListParagraph"/>
        <w:numPr>
          <w:ilvl w:val="0"/>
          <w:numId w:val="6"/>
        </w:numPr>
      </w:pPr>
      <w:r w:rsidRPr="00410718">
        <w:t>Inside a microphone is a thin diaphragm that can move.</w:t>
      </w:r>
    </w:p>
    <w:p w:rsidR="00340A5A" w:rsidRDefault="00340A5A" w:rsidP="00340A5A">
      <w:pPr>
        <w:pStyle w:val="ListParagraph"/>
        <w:numPr>
          <w:ilvl w:val="0"/>
          <w:numId w:val="6"/>
        </w:numPr>
      </w:pPr>
      <w:r>
        <w:t xml:space="preserve">A soundwave can move it backwards and forwards. </w:t>
      </w:r>
    </w:p>
    <w:p w:rsidR="00340A5A" w:rsidRDefault="00340A5A" w:rsidP="00340A5A">
      <w:pPr>
        <w:pStyle w:val="ListParagraph"/>
        <w:numPr>
          <w:ilvl w:val="0"/>
          <w:numId w:val="6"/>
        </w:numPr>
      </w:pPr>
      <w:r>
        <w:t>A positive p.d. is made when it moves one way.</w:t>
      </w:r>
    </w:p>
    <w:p w:rsidR="00340A5A" w:rsidRDefault="00340A5A" w:rsidP="00340A5A">
      <w:pPr>
        <w:pStyle w:val="ListParagraph"/>
        <w:numPr>
          <w:ilvl w:val="0"/>
          <w:numId w:val="6"/>
        </w:numPr>
      </w:pPr>
      <w:r>
        <w:t>A negative p.d. is made when it moves the other way.</w:t>
      </w:r>
    </w:p>
    <w:p w:rsidR="00340A5A" w:rsidRDefault="00340A5A" w:rsidP="00340A5A">
      <w:pPr>
        <w:pStyle w:val="ListParagraph"/>
        <w:numPr>
          <w:ilvl w:val="0"/>
          <w:numId w:val="6"/>
        </w:numPr>
      </w:pPr>
      <w:r>
        <w:t xml:space="preserve">This makes the dot on the oscilloscope move up or down. </w:t>
      </w:r>
    </w:p>
    <w:p w:rsidR="00340A5A" w:rsidRDefault="00340A5A" w:rsidP="00340A5A">
      <w:pPr>
        <w:pStyle w:val="ListParagraph"/>
        <w:numPr>
          <w:ilvl w:val="0"/>
          <w:numId w:val="6"/>
        </w:numPr>
      </w:pPr>
      <w:r>
        <w:t>The time-base changes how quickly the dot moves across the screen.</w:t>
      </w:r>
    </w:p>
    <w:p w:rsidR="00340A5A" w:rsidRPr="007D00E1" w:rsidRDefault="00340A5A" w:rsidP="00340A5A">
      <w:pPr>
        <w:pStyle w:val="ListParagraph"/>
        <w:numPr>
          <w:ilvl w:val="0"/>
          <w:numId w:val="6"/>
        </w:numPr>
      </w:pPr>
      <w:r w:rsidRPr="007D00E1">
        <w:t>When it is off</w:t>
      </w:r>
      <w:r w:rsidR="00FA038C">
        <w:t>,</w:t>
      </w:r>
      <w:r w:rsidRPr="007D00E1">
        <w:t xml:space="preserve"> a sound wave can only move the dot up or down.</w:t>
      </w:r>
    </w:p>
    <w:p w:rsidR="00340A5A" w:rsidRDefault="00340A5A" w:rsidP="00340A5A">
      <w:pPr>
        <w:pStyle w:val="ListParagraph"/>
        <w:numPr>
          <w:ilvl w:val="0"/>
          <w:numId w:val="6"/>
        </w:numPr>
      </w:pPr>
      <w:r>
        <w:t>When it is on</w:t>
      </w:r>
      <w:r w:rsidR="00FA038C">
        <w:t>,</w:t>
      </w:r>
      <w:r>
        <w:t xml:space="preserve"> the dot moves across the screen at a steady speed. </w:t>
      </w:r>
    </w:p>
    <w:p w:rsidR="00340A5A" w:rsidRPr="005D6733" w:rsidRDefault="00340A5A" w:rsidP="00340A5A">
      <w:pPr>
        <w:pStyle w:val="ListParagraph"/>
        <w:numPr>
          <w:ilvl w:val="0"/>
          <w:numId w:val="6"/>
        </w:numPr>
        <w:spacing w:after="160" w:line="259" w:lineRule="auto"/>
      </w:pPr>
      <w:r w:rsidRPr="005D6733">
        <w:t>Changing the time</w:t>
      </w:r>
      <w:r>
        <w:t>-</w:t>
      </w:r>
      <w:r w:rsidRPr="005D6733">
        <w:t>base changes the scale on the time axis.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UYSEG)</w:t>
      </w:r>
      <w:r w:rsidR="00340A5A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</w:t>
      </w:r>
      <w:r w:rsidR="00356308" w:rsidRPr="00340A5A">
        <w:t>)</w:t>
      </w:r>
      <w:r w:rsidR="00340A5A" w:rsidRPr="00340A5A">
        <w:t xml:space="preserve"> using </w:t>
      </w:r>
      <w:r w:rsidR="00340A5A">
        <w:t xml:space="preserve">images of an oscilloscope and a microphone </w:t>
      </w:r>
      <w:r w:rsidR="00340A5A" w:rsidRPr="00340A5A">
        <w:t xml:space="preserve">by </w:t>
      </w:r>
      <w:proofErr w:type="spellStart"/>
      <w:r w:rsidR="00340A5A" w:rsidRPr="00340A5A">
        <w:t>Clker</w:t>
      </w:r>
      <w:proofErr w:type="spellEnd"/>
      <w:r w:rsidR="00340A5A" w:rsidRPr="00340A5A">
        <w:t xml:space="preserve">-Free-Vector-Images from </w:t>
      </w:r>
      <w:r w:rsidR="00340A5A">
        <w:t>Pixabay.</w:t>
      </w:r>
      <w:r w:rsidR="000C204F">
        <w:t xml:space="preserve"> 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340A5A" w:rsidRPr="00EE7411" w:rsidRDefault="00340A5A" w:rsidP="00340A5A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EE7411">
        <w:t xml:space="preserve">Caleon, I. S. and Subramaniam, R. (2010) 'So Students Know What They Know and What They Don't Know? Using a Four-Tier Diagnostic Test to Assess the Nature of Students' Alternative Conceptions', </w:t>
      </w:r>
      <w:r w:rsidRPr="00EE7411">
        <w:rPr>
          <w:i/>
        </w:rPr>
        <w:t>Research in Science Education,</w:t>
      </w:r>
      <w:r w:rsidRPr="00EE7411">
        <w:t xml:space="preserve"> 40 (3), pp. 313-337.</w:t>
      </w:r>
    </w:p>
    <w:p w:rsidR="007E4771" w:rsidRPr="007E4771" w:rsidRDefault="00340A5A" w:rsidP="00340A5A">
      <w:pPr>
        <w:spacing w:after="180"/>
      </w:pPr>
      <w:r>
        <w:rPr>
          <w:b/>
          <w:color w:val="5F497A" w:themeColor="accent4" w:themeShade="BF"/>
          <w:sz w:val="24"/>
        </w:rPr>
        <w:fldChar w:fldCharType="end"/>
      </w:r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833" w:rsidRDefault="00616833" w:rsidP="000B473B">
      <w:r>
        <w:separator/>
      </w:r>
    </w:p>
  </w:endnote>
  <w:endnote w:type="continuationSeparator" w:id="0">
    <w:p w:rsidR="00616833" w:rsidRDefault="0061683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684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31B3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A1F0E">
      <w:rPr>
        <w:noProof/>
      </w:rPr>
      <w:t>5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833" w:rsidRDefault="00616833" w:rsidP="000B473B">
      <w:r>
        <w:separator/>
      </w:r>
    </w:p>
  </w:footnote>
  <w:footnote w:type="continuationSeparator" w:id="0">
    <w:p w:rsidR="00616833" w:rsidRDefault="0061683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6B8C7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A52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D7D2A"/>
    <w:multiLevelType w:val="hybridMultilevel"/>
    <w:tmpl w:val="31B2E9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8F00BE"/>
    <w:multiLevelType w:val="hybridMultilevel"/>
    <w:tmpl w:val="ED1869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02172"/>
    <w:multiLevelType w:val="hybridMultilevel"/>
    <w:tmpl w:val="D154069A"/>
    <w:lvl w:ilvl="0" w:tplc="46E64C7E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color w:val="0F243E" w:themeColor="text2" w:themeShade="8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97FB0"/>
    <w:multiLevelType w:val="hybridMultilevel"/>
    <w:tmpl w:val="ED18697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833"/>
    <w:rsid w:val="00015578"/>
    <w:rsid w:val="00024731"/>
    <w:rsid w:val="00026DEC"/>
    <w:rsid w:val="00031B31"/>
    <w:rsid w:val="000505CA"/>
    <w:rsid w:val="00072C2E"/>
    <w:rsid w:val="0007651D"/>
    <w:rsid w:val="0009089A"/>
    <w:rsid w:val="000947E2"/>
    <w:rsid w:val="00095E04"/>
    <w:rsid w:val="000B473B"/>
    <w:rsid w:val="000C204F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0A5A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30C1F"/>
    <w:rsid w:val="00432C0C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16833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85276"/>
    <w:rsid w:val="00F86F84"/>
    <w:rsid w:val="00FA038C"/>
    <w:rsid w:val="00FA1F0E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2B0692"/>
  <w15:docId w15:val="{679B819B-9624-4AE9-94DC-2E43FFBE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340A5A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0A5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Explanation%20sto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BEST_Template_R_Explanation story.dotx</Template>
  <TotalTime>44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4</cp:revision>
  <cp:lastPrinted>2017-02-24T16:20:00Z</cp:lastPrinted>
  <dcterms:created xsi:type="dcterms:W3CDTF">2021-04-19T13:46:00Z</dcterms:created>
  <dcterms:modified xsi:type="dcterms:W3CDTF">2021-04-20T10:07:00Z</dcterms:modified>
</cp:coreProperties>
</file>